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6F80E" w14:textId="77777777" w:rsidR="00E755ED" w:rsidRDefault="00E755ED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581722AD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  <w:r w:rsidRPr="00C66690">
        <w:rPr>
          <w:rFonts w:asciiTheme="minorHAnsi" w:hAnsiTheme="minorHAnsi" w:cstheme="minorHAnsi"/>
          <w:color w:val="222222"/>
          <w:shd w:val="clear" w:color="auto" w:fill="FFFFFF"/>
        </w:rPr>
        <w:t>ANNO SCOLASTICO 2023/24</w:t>
      </w:r>
    </w:p>
    <w:p w14:paraId="0A9A2EC7" w14:textId="77777777" w:rsidR="00C66690" w:rsidRPr="00C66690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5801394C" w14:textId="77777777" w:rsidR="00E357E7" w:rsidRPr="00E357E7" w:rsidRDefault="00E357E7" w:rsidP="00E357E7">
      <w:pPr>
        <w:widowControl/>
        <w:autoSpaceDE/>
        <w:autoSpaceDN/>
        <w:jc w:val="center"/>
        <w:rPr>
          <w:rFonts w:ascii="Calibri" w:eastAsia="Times New Roman" w:hAnsi="Calibri" w:cs="Calibri"/>
          <w:color w:val="000000"/>
          <w:lang w:bidi="ar-SA"/>
        </w:rPr>
      </w:pPr>
      <w:r w:rsidRPr="00E357E7">
        <w:rPr>
          <w:rFonts w:asciiTheme="minorHAnsi" w:hAnsiTheme="minorHAnsi" w:cstheme="minorHAnsi"/>
          <w:color w:val="222222"/>
          <w:shd w:val="clear" w:color="auto" w:fill="FFFFFF"/>
        </w:rPr>
        <w:t xml:space="preserve">CLASSE 1^   LICEO SCIENZE UMANE - </w:t>
      </w:r>
      <w:r w:rsidRPr="00E357E7">
        <w:rPr>
          <w:rFonts w:ascii="Calibri" w:eastAsia="Times New Roman" w:hAnsi="Calibri" w:cs="Calibri"/>
          <w:color w:val="000000"/>
          <w:lang w:bidi="ar-SA"/>
        </w:rPr>
        <w:t>1 ALSU</w:t>
      </w:r>
    </w:p>
    <w:p w14:paraId="41FFEA82" w14:textId="77777777" w:rsidR="00C66690" w:rsidRPr="008B2074" w:rsidRDefault="00C66690" w:rsidP="00C66690">
      <w:pPr>
        <w:widowControl/>
        <w:shd w:val="clear" w:color="auto" w:fill="FFFFFF"/>
        <w:autoSpaceDE/>
        <w:autoSpaceDN/>
        <w:spacing w:line="360" w:lineRule="auto"/>
        <w:jc w:val="center"/>
        <w:rPr>
          <w:rFonts w:asciiTheme="minorHAnsi" w:hAnsiTheme="minorHAnsi" w:cstheme="minorHAnsi"/>
          <w:b/>
          <w:color w:val="222222"/>
          <w:shd w:val="clear" w:color="auto" w:fill="FFFFFF"/>
        </w:rPr>
      </w:pPr>
    </w:p>
    <w:tbl>
      <w:tblPr>
        <w:tblW w:w="4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"/>
        <w:gridCol w:w="7015"/>
      </w:tblGrid>
      <w:tr w:rsidR="00E357E7" w:rsidRPr="00E357E7" w14:paraId="70C69A5A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11D44529" w14:textId="77777777" w:rsidR="00E357E7" w:rsidRPr="00E357E7" w:rsidRDefault="00E357E7" w:rsidP="00E357E7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N.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176DF7C2" w14:textId="77777777" w:rsidR="00E357E7" w:rsidRPr="00E357E7" w:rsidRDefault="00E357E7" w:rsidP="00E357E7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  <w:t>ALUNNO/A</w:t>
            </w:r>
          </w:p>
        </w:tc>
      </w:tr>
      <w:tr w:rsidR="00E357E7" w:rsidRPr="00E357E7" w14:paraId="35F974FA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0E1C5679" w14:textId="77777777" w:rsidR="00E357E7" w:rsidRPr="00E357E7" w:rsidRDefault="00E357E7" w:rsidP="00E357E7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bidi="ar-SA"/>
              </w:rPr>
            </w:pP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702E2976" w14:textId="77777777" w:rsidR="00E357E7" w:rsidRPr="00E357E7" w:rsidRDefault="00E357E7" w:rsidP="00E357E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374ADC" w:rsidRPr="00E357E7" w14:paraId="69DB2BCD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3E095DE2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1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08637063" w14:textId="78EFB72F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BA. LO. A.</w:t>
            </w:r>
          </w:p>
        </w:tc>
      </w:tr>
      <w:tr w:rsidR="00374ADC" w:rsidRPr="00E357E7" w14:paraId="78379DE7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182C4D43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2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769CCB7E" w14:textId="636FB6CF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BA. Y.</w:t>
            </w:r>
          </w:p>
        </w:tc>
      </w:tr>
      <w:tr w:rsidR="00374ADC" w:rsidRPr="00E357E7" w14:paraId="606B8BD2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08B18DF3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3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1E9F4D77" w14:textId="574B2AD7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CA. G.</w:t>
            </w:r>
          </w:p>
        </w:tc>
      </w:tr>
      <w:tr w:rsidR="00374ADC" w:rsidRPr="00E357E7" w14:paraId="57097782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18DFDCF8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4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5F2CDC3A" w14:textId="0C5AF737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CO. F.</w:t>
            </w:r>
          </w:p>
        </w:tc>
      </w:tr>
      <w:tr w:rsidR="00374ADC" w:rsidRPr="00E357E7" w14:paraId="76B017C5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213A9949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5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60173DF0" w14:textId="31F659CC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D'A. LE.</w:t>
            </w:r>
          </w:p>
        </w:tc>
      </w:tr>
      <w:tr w:rsidR="00374ADC" w:rsidRPr="00E357E7" w14:paraId="2812D61C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5C8CDCDF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6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23023E0A" w14:textId="6CF43C35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DU. LA.</w:t>
            </w:r>
          </w:p>
        </w:tc>
      </w:tr>
      <w:tr w:rsidR="00374ADC" w:rsidRPr="00E357E7" w14:paraId="1D99F79F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75ACA6CB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7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7B87A38B" w14:textId="28FA3804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GE. SA.</w:t>
            </w:r>
          </w:p>
        </w:tc>
      </w:tr>
      <w:tr w:rsidR="00374ADC" w:rsidRPr="00E357E7" w14:paraId="463EC1A5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36BD466F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8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1643E898" w14:textId="1DDACDEC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GI. CA.</w:t>
            </w:r>
          </w:p>
        </w:tc>
      </w:tr>
      <w:tr w:rsidR="00374ADC" w:rsidRPr="00E357E7" w14:paraId="600BB650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7097BA25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9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07CD0A2B" w14:textId="0B23CC12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IM. GA.</w:t>
            </w:r>
          </w:p>
        </w:tc>
      </w:tr>
      <w:tr w:rsidR="00374ADC" w:rsidRPr="00E357E7" w14:paraId="4CC879AB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3C5DF8B9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10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7C1BACFE" w14:textId="17643D71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IO. DE.</w:t>
            </w:r>
          </w:p>
        </w:tc>
      </w:tr>
      <w:tr w:rsidR="00374ADC" w:rsidRPr="00E357E7" w14:paraId="4892A717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41F07674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11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40FD181B" w14:textId="23A9AE6C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KE.</w:t>
            </w:r>
            <w:r w:rsidR="00E95116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MO.</w:t>
            </w:r>
          </w:p>
        </w:tc>
      </w:tr>
      <w:tr w:rsidR="00374ADC" w:rsidRPr="00E357E7" w14:paraId="23957965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3D20EAAF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12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32D8006F" w14:textId="18048072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LA. A.</w:t>
            </w:r>
          </w:p>
        </w:tc>
      </w:tr>
      <w:tr w:rsidR="00374ADC" w:rsidRPr="00E357E7" w14:paraId="25AFE0EC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385ECDB7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13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2806BDE6" w14:textId="3F952CB7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LE.</w:t>
            </w:r>
            <w:r w:rsidR="00E95116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SA.</w:t>
            </w:r>
          </w:p>
        </w:tc>
      </w:tr>
      <w:tr w:rsidR="00374ADC" w:rsidRPr="00E357E7" w14:paraId="4A2082A2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67547255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14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2DB3145A" w14:textId="5035E6E9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MA. KA.</w:t>
            </w:r>
          </w:p>
        </w:tc>
      </w:tr>
      <w:tr w:rsidR="00374ADC" w:rsidRPr="00E357E7" w14:paraId="705E5797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5C4054B2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15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2AFE1452" w14:textId="72B9A4D1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ME. MI.</w:t>
            </w:r>
          </w:p>
        </w:tc>
      </w:tr>
      <w:tr w:rsidR="00374ADC" w:rsidRPr="00E357E7" w14:paraId="7CE2FE6D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6E5338D5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16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09B842B0" w14:textId="58E14D42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PE.</w:t>
            </w:r>
            <w:r w:rsidR="00E95116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GA.</w:t>
            </w:r>
          </w:p>
        </w:tc>
      </w:tr>
      <w:tr w:rsidR="00374ADC" w:rsidRPr="00E357E7" w14:paraId="1BDC65DC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2B47870C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17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72149D1D" w14:textId="565DC294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PI.</w:t>
            </w:r>
            <w:r w:rsidR="00E95116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MA.</w:t>
            </w:r>
          </w:p>
        </w:tc>
      </w:tr>
      <w:tr w:rsidR="00374ADC" w:rsidRPr="00E357E7" w14:paraId="0A8FDB61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713C7A5E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18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382F52FF" w14:textId="4EB631DF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RO. SA.</w:t>
            </w:r>
          </w:p>
        </w:tc>
      </w:tr>
      <w:tr w:rsidR="00374ADC" w:rsidRPr="00E357E7" w14:paraId="5FCD926A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4BDFCA71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19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63661F59" w14:textId="073F0340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SC.</w:t>
            </w:r>
            <w:r>
              <w:rPr>
                <w:rFonts w:ascii="Calibri" w:eastAsia="Times New Roman" w:hAnsi="Calibri" w:cs="Calibri"/>
                <w:color w:val="000000"/>
                <w:lang w:bidi="ar-SA"/>
              </w:rPr>
              <w:t xml:space="preserve"> </w:t>
            </w: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DE.</w:t>
            </w:r>
          </w:p>
        </w:tc>
      </w:tr>
      <w:tr w:rsidR="00374ADC" w:rsidRPr="00E357E7" w14:paraId="13BD802A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6C76DABA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20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26B1F2D4" w14:textId="0D87A277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SE. EM.</w:t>
            </w:r>
          </w:p>
        </w:tc>
      </w:tr>
      <w:tr w:rsidR="00374ADC" w:rsidRPr="00E357E7" w14:paraId="5DB8A85B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67EA9A3B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21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2E2BB482" w14:textId="1EDABC2B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SE. FE.</w:t>
            </w:r>
          </w:p>
        </w:tc>
      </w:tr>
      <w:tr w:rsidR="00374ADC" w:rsidRPr="00E357E7" w14:paraId="70E743B6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101F8FB1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22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25D82A9B" w14:textId="44D88910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VA. SI.</w:t>
            </w:r>
          </w:p>
        </w:tc>
      </w:tr>
      <w:tr w:rsidR="00374ADC" w:rsidRPr="00E357E7" w14:paraId="63FC8889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731DA14A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23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52C17D9B" w14:textId="540D1988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VA. GA.</w:t>
            </w:r>
          </w:p>
        </w:tc>
      </w:tr>
      <w:tr w:rsidR="00374ADC" w:rsidRPr="00E357E7" w14:paraId="6F82FC29" w14:textId="77777777" w:rsidTr="00E95116">
        <w:trPr>
          <w:trHeight w:val="285"/>
        </w:trPr>
        <w:tc>
          <w:tcPr>
            <w:tcW w:w="687" w:type="dxa"/>
            <w:shd w:val="clear" w:color="auto" w:fill="auto"/>
            <w:noWrap/>
            <w:vAlign w:val="bottom"/>
            <w:hideMark/>
          </w:tcPr>
          <w:p w14:paraId="6A0ED8D1" w14:textId="77777777" w:rsidR="00374ADC" w:rsidRPr="00E357E7" w:rsidRDefault="00374ADC" w:rsidP="00374ADC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24</w:t>
            </w:r>
          </w:p>
        </w:tc>
        <w:tc>
          <w:tcPr>
            <w:tcW w:w="7015" w:type="dxa"/>
            <w:shd w:val="clear" w:color="auto" w:fill="auto"/>
            <w:noWrap/>
            <w:vAlign w:val="bottom"/>
            <w:hideMark/>
          </w:tcPr>
          <w:p w14:paraId="56A0BD17" w14:textId="02A0B0F9" w:rsidR="00374ADC" w:rsidRPr="00E357E7" w:rsidRDefault="00374ADC" w:rsidP="00374AD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>VI</w:t>
            </w:r>
            <w:r>
              <w:rPr>
                <w:rFonts w:ascii="Calibri" w:eastAsia="Times New Roman" w:hAnsi="Calibri" w:cs="Calibri"/>
                <w:color w:val="000000"/>
                <w:lang w:bidi="ar-SA"/>
              </w:rPr>
              <w:t>.</w:t>
            </w:r>
            <w:r w:rsidRPr="00E357E7">
              <w:rPr>
                <w:rFonts w:ascii="Calibri" w:eastAsia="Times New Roman" w:hAnsi="Calibri" w:cs="Calibri"/>
                <w:color w:val="000000"/>
                <w:lang w:bidi="ar-SA"/>
              </w:rPr>
              <w:t xml:space="preserve"> SA.</w:t>
            </w:r>
          </w:p>
        </w:tc>
      </w:tr>
    </w:tbl>
    <w:p w14:paraId="20DA41BA" w14:textId="77777777" w:rsidR="00C66690" w:rsidRDefault="00C66690" w:rsidP="00513A95">
      <w:pPr>
        <w:widowControl/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222222"/>
          <w:shd w:val="clear" w:color="auto" w:fill="FFFFFF"/>
        </w:rPr>
      </w:pPr>
    </w:p>
    <w:p w14:paraId="6CF03217" w14:textId="77777777" w:rsidR="00374ADC" w:rsidRDefault="00374ADC" w:rsidP="007807B6">
      <w:pPr>
        <w:pStyle w:val="Default"/>
        <w:pBdr>
          <w:bottom w:val="single" w:sz="12" w:space="1" w:color="2D3091"/>
        </w:pBdr>
        <w:ind w:left="6663"/>
        <w:jc w:val="center"/>
        <w:rPr>
          <w:rFonts w:eastAsia="Calibri"/>
          <w:smallCaps/>
          <w:sz w:val="22"/>
        </w:rPr>
      </w:pPr>
    </w:p>
    <w:p w14:paraId="70184ADE" w14:textId="69B2017E" w:rsidR="007807B6" w:rsidRPr="003B5636" w:rsidRDefault="007807B6" w:rsidP="007807B6">
      <w:pPr>
        <w:pStyle w:val="Default"/>
        <w:pBdr>
          <w:bottom w:val="single" w:sz="12" w:space="1" w:color="2D3091"/>
        </w:pBdr>
        <w:ind w:left="6663"/>
        <w:jc w:val="center"/>
        <w:rPr>
          <w:rFonts w:eastAsia="Calibri"/>
          <w:smallCaps/>
          <w:sz w:val="22"/>
        </w:rPr>
      </w:pPr>
      <w:r w:rsidRPr="003B5636">
        <w:rPr>
          <w:rFonts w:eastAsia="Calibri"/>
          <w:smallCaps/>
          <w:sz w:val="22"/>
        </w:rPr>
        <w:t>I</w:t>
      </w:r>
      <w:r w:rsidRPr="003B5636">
        <w:rPr>
          <w:rFonts w:eastAsia="Calibri"/>
          <w:smallCaps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 xml:space="preserve"> D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z w:val="22"/>
        </w:rPr>
        <w:t>r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1"/>
          <w:sz w:val="22"/>
        </w:rPr>
        <w:t>g</w:t>
      </w:r>
      <w:r w:rsidRPr="003B5636">
        <w:rPr>
          <w:rFonts w:eastAsia="Calibri"/>
          <w:smallCaps/>
          <w:sz w:val="22"/>
        </w:rPr>
        <w:t>ente</w:t>
      </w:r>
      <w:r w:rsidRPr="003B5636">
        <w:rPr>
          <w:rFonts w:eastAsia="Calibri"/>
          <w:smallCaps/>
          <w:spacing w:val="-1"/>
          <w:sz w:val="22"/>
        </w:rPr>
        <w:t xml:space="preserve"> </w:t>
      </w:r>
      <w:r w:rsidRPr="003B5636">
        <w:rPr>
          <w:rFonts w:eastAsia="Calibri"/>
          <w:smallCaps/>
          <w:sz w:val="22"/>
        </w:rPr>
        <w:t>Sco</w:t>
      </w:r>
      <w:r w:rsidRPr="003B5636">
        <w:rPr>
          <w:rFonts w:eastAsia="Calibri"/>
          <w:smallCaps/>
          <w:spacing w:val="-2"/>
          <w:w w:val="101"/>
          <w:sz w:val="22"/>
        </w:rPr>
        <w:t>l</w:t>
      </w:r>
      <w:r w:rsidRPr="003B5636">
        <w:rPr>
          <w:rFonts w:eastAsia="Calibri"/>
          <w:smallCaps/>
          <w:sz w:val="22"/>
        </w:rPr>
        <w:t>ast</w:t>
      </w:r>
      <w:r w:rsidRPr="003B5636">
        <w:rPr>
          <w:rFonts w:eastAsia="Calibri"/>
          <w:smallCaps/>
          <w:w w:val="101"/>
          <w:sz w:val="22"/>
        </w:rPr>
        <w:t>i</w:t>
      </w:r>
      <w:r w:rsidRPr="003B5636">
        <w:rPr>
          <w:rFonts w:eastAsia="Calibri"/>
          <w:smallCaps/>
          <w:spacing w:val="-2"/>
          <w:sz w:val="22"/>
        </w:rPr>
        <w:t>c</w:t>
      </w:r>
      <w:r w:rsidRPr="003B5636">
        <w:rPr>
          <w:rFonts w:eastAsia="Calibri"/>
          <w:smallCaps/>
          <w:sz w:val="22"/>
        </w:rPr>
        <w:t>o</w:t>
      </w:r>
    </w:p>
    <w:p w14:paraId="6EFD1FBB" w14:textId="77777777" w:rsidR="007807B6" w:rsidRPr="003B5636" w:rsidRDefault="007807B6" w:rsidP="007807B6">
      <w:pPr>
        <w:pBdr>
          <w:bottom w:val="single" w:sz="12" w:space="1" w:color="2D3091"/>
        </w:pBdr>
        <w:ind w:left="6663"/>
        <w:jc w:val="center"/>
        <w:rPr>
          <w:rFonts w:ascii="Calibri" w:eastAsia="Calibri" w:hAnsi="Calibri" w:cs="Calibri"/>
          <w:color w:val="000000"/>
        </w:rPr>
      </w:pPr>
      <w:r w:rsidRPr="003B5636">
        <w:rPr>
          <w:rFonts w:ascii="Calibri" w:eastAsia="Calibri" w:hAnsi="Calibri" w:cs="Calibri"/>
          <w:color w:val="000000"/>
          <w:spacing w:val="1"/>
        </w:rPr>
        <w:t>P</w:t>
      </w:r>
      <w:r w:rsidRPr="003B5636">
        <w:rPr>
          <w:rFonts w:ascii="Calibri" w:eastAsia="Calibri" w:hAnsi="Calibri" w:cs="Calibri"/>
          <w:color w:val="000000"/>
        </w:rPr>
        <w:t>rof. Gustavo Matassa</w:t>
      </w:r>
    </w:p>
    <w:p w14:paraId="7FB73726" w14:textId="77777777" w:rsidR="007807B6" w:rsidRPr="003B5636" w:rsidRDefault="007807B6" w:rsidP="007807B6">
      <w:pPr>
        <w:ind w:left="6663"/>
        <w:jc w:val="center"/>
        <w:rPr>
          <w:rFonts w:ascii="Calibri" w:eastAsia="Calibri" w:hAnsi="Calibri" w:cs="Calibri"/>
          <w:i/>
          <w:sz w:val="14"/>
          <w:szCs w:val="16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(Firma autografa sostituita a mezzo stampa ai sensi</w:t>
      </w:r>
    </w:p>
    <w:p w14:paraId="32CBB480" w14:textId="77777777" w:rsidR="007807B6" w:rsidRPr="003B5636" w:rsidRDefault="007807B6" w:rsidP="007807B6">
      <w:pPr>
        <w:adjustRightInd w:val="0"/>
        <w:ind w:left="6663"/>
        <w:jc w:val="center"/>
        <w:rPr>
          <w:rFonts w:ascii="Calibri" w:hAnsi="Calibri" w:cs="Calibri"/>
          <w:i/>
          <w:sz w:val="20"/>
          <w:szCs w:val="20"/>
        </w:rPr>
      </w:pPr>
      <w:r w:rsidRPr="003B5636">
        <w:rPr>
          <w:rFonts w:ascii="Calibri" w:eastAsia="Calibri" w:hAnsi="Calibri" w:cs="Calibri"/>
          <w:i/>
          <w:sz w:val="14"/>
          <w:szCs w:val="16"/>
        </w:rPr>
        <w:t>e per gli effetti dell’art:3, c.2, D.lgs. N.39/1993</w:t>
      </w:r>
      <w:r w:rsidRPr="003B5636">
        <w:rPr>
          <w:rFonts w:ascii="Calibri" w:eastAsia="Calibri" w:hAnsi="Calibri" w:cs="Calibri"/>
          <w:i/>
          <w:sz w:val="16"/>
          <w:szCs w:val="16"/>
        </w:rPr>
        <w:t>)</w:t>
      </w:r>
    </w:p>
    <w:p w14:paraId="4BD86A8A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487C1A62" w14:textId="77777777" w:rsidR="007807B6" w:rsidRPr="003B5636" w:rsidRDefault="007807B6" w:rsidP="007807B6">
      <w:pPr>
        <w:pStyle w:val="Default"/>
        <w:ind w:left="6663"/>
        <w:rPr>
          <w:b/>
          <w:sz w:val="22"/>
          <w:szCs w:val="22"/>
        </w:rPr>
      </w:pPr>
    </w:p>
    <w:p w14:paraId="5C0CEACE" w14:textId="77777777" w:rsidR="00B93C0D" w:rsidRDefault="00B93C0D"/>
    <w:sectPr w:rsidR="00B93C0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E7E4B" w14:textId="77777777" w:rsidR="00263018" w:rsidRDefault="00263018" w:rsidP="007807B6">
      <w:r>
        <w:separator/>
      </w:r>
    </w:p>
  </w:endnote>
  <w:endnote w:type="continuationSeparator" w:id="0">
    <w:p w14:paraId="568037FE" w14:textId="77777777" w:rsidR="00263018" w:rsidRDefault="00263018" w:rsidP="0078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12" w:space="0" w:color="2D3091"/>
        <w:insideV w:val="single" w:sz="12" w:space="0" w:color="2D3091"/>
      </w:tblBorders>
      <w:tblLook w:val="04A0" w:firstRow="1" w:lastRow="0" w:firstColumn="1" w:lastColumn="0" w:noHBand="0" w:noVBand="1"/>
    </w:tblPr>
    <w:tblGrid>
      <w:gridCol w:w="8260"/>
      <w:gridCol w:w="1378"/>
    </w:tblGrid>
    <w:tr w:rsidR="00952E59" w:rsidRPr="00E50200" w14:paraId="5F8BB3BC" w14:textId="77777777" w:rsidTr="005712E6">
      <w:tc>
        <w:tcPr>
          <w:tcW w:w="8260" w:type="dxa"/>
          <w:shd w:val="clear" w:color="auto" w:fill="auto"/>
        </w:tcPr>
        <w:p w14:paraId="6FF606C8" w14:textId="77777777" w:rsidR="00952E59" w:rsidRPr="003B5636" w:rsidRDefault="00952E59" w:rsidP="00952E59">
          <w:pPr>
            <w:pStyle w:val="Pidipagina"/>
            <w:ind w:firstLine="720"/>
            <w:rPr>
              <w:i/>
              <w:sz w:val="20"/>
            </w:rPr>
          </w:pPr>
          <w:r w:rsidRPr="003B5636">
            <w:rPr>
              <w:i/>
              <w:sz w:val="20"/>
            </w:rPr>
            <w:t>Responsabile del procedimento Gustavo Matassa - Dirigente Scolastico</w:t>
          </w:r>
        </w:p>
      </w:tc>
      <w:tc>
        <w:tcPr>
          <w:tcW w:w="1378" w:type="dxa"/>
          <w:shd w:val="clear" w:color="auto" w:fill="auto"/>
        </w:tcPr>
        <w:p w14:paraId="4C6F292E" w14:textId="77777777" w:rsidR="00952E59" w:rsidRPr="003B5636" w:rsidRDefault="00952E59" w:rsidP="00952E59">
          <w:pPr>
            <w:pStyle w:val="Pidipagina"/>
            <w:jc w:val="right"/>
            <w:rPr>
              <w:rFonts w:cs="Calibri"/>
              <w:sz w:val="20"/>
            </w:rPr>
          </w:pPr>
          <w:r w:rsidRPr="003B5636">
            <w:rPr>
              <w:rFonts w:cs="Calibri"/>
              <w:sz w:val="20"/>
            </w:rPr>
            <w:t xml:space="preserve">Pag.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PAGE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E357E7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  <w:r w:rsidRPr="003B5636">
            <w:rPr>
              <w:rFonts w:cs="Calibri"/>
              <w:sz w:val="20"/>
            </w:rPr>
            <w:t xml:space="preserve"> a </w:t>
          </w:r>
          <w:r w:rsidRPr="003B5636">
            <w:rPr>
              <w:rFonts w:cs="Calibri"/>
              <w:b/>
              <w:bCs/>
              <w:sz w:val="20"/>
            </w:rPr>
            <w:fldChar w:fldCharType="begin"/>
          </w:r>
          <w:r w:rsidRPr="003B5636">
            <w:rPr>
              <w:rFonts w:cs="Calibri"/>
              <w:b/>
              <w:bCs/>
              <w:sz w:val="20"/>
            </w:rPr>
            <w:instrText>NUMPAGES  \* Arabic  \* MERGEFORMAT</w:instrText>
          </w:r>
          <w:r w:rsidRPr="003B5636">
            <w:rPr>
              <w:rFonts w:cs="Calibri"/>
              <w:b/>
              <w:bCs/>
              <w:sz w:val="20"/>
            </w:rPr>
            <w:fldChar w:fldCharType="separate"/>
          </w:r>
          <w:r w:rsidR="00E357E7">
            <w:rPr>
              <w:rFonts w:cs="Calibri"/>
              <w:b/>
              <w:bCs/>
              <w:noProof/>
              <w:sz w:val="20"/>
            </w:rPr>
            <w:t>1</w:t>
          </w:r>
          <w:r w:rsidRPr="003B5636">
            <w:rPr>
              <w:rFonts w:cs="Calibri"/>
              <w:b/>
              <w:bCs/>
              <w:sz w:val="20"/>
            </w:rPr>
            <w:fldChar w:fldCharType="end"/>
          </w:r>
        </w:p>
      </w:tc>
    </w:tr>
  </w:tbl>
  <w:p w14:paraId="0D7B0DF7" w14:textId="77777777" w:rsidR="00952E59" w:rsidRPr="00952E59" w:rsidRDefault="00952E59">
    <w:pPr>
      <w:pStyle w:val="Pidipagin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08AE" w14:textId="77777777" w:rsidR="00263018" w:rsidRDefault="00263018" w:rsidP="007807B6">
      <w:r>
        <w:separator/>
      </w:r>
    </w:p>
  </w:footnote>
  <w:footnote w:type="continuationSeparator" w:id="0">
    <w:p w14:paraId="455A5A46" w14:textId="77777777" w:rsidR="00263018" w:rsidRDefault="00263018" w:rsidP="00780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05" w:type="dxa"/>
      <w:jc w:val="center"/>
      <w:tblBorders>
        <w:bottom w:val="single" w:sz="12" w:space="0" w:color="365F9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6237"/>
      <w:gridCol w:w="1850"/>
    </w:tblGrid>
    <w:tr w:rsidR="007807B6" w:rsidRPr="004A5033" w14:paraId="16FFD251" w14:textId="77777777" w:rsidTr="007B4B8E">
      <w:trPr>
        <w:jc w:val="center"/>
      </w:trPr>
      <w:tc>
        <w:tcPr>
          <w:tcW w:w="1418" w:type="dxa"/>
          <w:shd w:val="clear" w:color="auto" w:fill="auto"/>
          <w:vAlign w:val="bottom"/>
        </w:tcPr>
        <w:p w14:paraId="5462A068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b/>
              <w:noProof/>
              <w:lang w:bidi="ar-SA"/>
            </w:rPr>
            <w:drawing>
              <wp:inline distT="0" distB="0" distL="0" distR="0" wp14:anchorId="57F84783" wp14:editId="6ADC5E67">
                <wp:extent cx="868810" cy="970659"/>
                <wp:effectExtent l="0" t="0" r="7620" b="1270"/>
                <wp:docPr id="2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Immagine 20"/>
                        <pic:cNvPicPr/>
                      </pic:nvPicPr>
                      <pic:blipFill>
                        <a:blip r:embed="rId1" cstate="print">
                          <a:clrChange>
                            <a:clrFrom>
                              <a:srgbClr val="000000">
                                <a:alpha val="0"/>
                              </a:srgbClr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680" cy="970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66B089EC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pacing w:val="50"/>
              <w:szCs w:val="18"/>
            </w:rPr>
            <w:t>ISTITUTO D'ISTRUZIONE SUPERIORE STATALE</w:t>
          </w:r>
        </w:p>
        <w:p w14:paraId="1DA82244" w14:textId="77777777" w:rsidR="007807B6" w:rsidRPr="00595A23" w:rsidRDefault="007807B6" w:rsidP="007807B6">
          <w:pPr>
            <w:tabs>
              <w:tab w:val="left" w:pos="1985"/>
            </w:tabs>
            <w:adjustRightInd w:val="0"/>
            <w:jc w:val="center"/>
            <w:rPr>
              <w:rFonts w:ascii="Century Gothic" w:hAnsi="Century Gothic" w:cs="Calibri"/>
              <w:color w:val="2D3091"/>
              <w:sz w:val="16"/>
              <w:szCs w:val="16"/>
            </w:rPr>
          </w:pPr>
          <w:r w:rsidRPr="00595A23">
            <w:rPr>
              <w:rFonts w:ascii="Century Gothic" w:hAnsi="Century Gothic" w:cs="Calibri"/>
              <w:b/>
              <w:bCs/>
              <w:color w:val="2D3091"/>
              <w:spacing w:val="80"/>
            </w:rPr>
            <w:t>"Marisa Bellisario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t>"</w:t>
          </w:r>
          <w:r w:rsidRPr="00595A23">
            <w:rPr>
              <w:rFonts w:ascii="Calibri" w:hAnsi="Calibri" w:cs="Calibri"/>
              <w:b/>
              <w:bCs/>
              <w:color w:val="2D3091"/>
              <w:spacing w:val="80"/>
            </w:rPr>
            <w:br/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t>Corsi diurni e serali</w:t>
          </w:r>
          <w:r w:rsidRPr="00595A23">
            <w:rPr>
              <w:rFonts w:ascii="Calibri" w:hAnsi="Calibri" w:cs="Calibri"/>
              <w:bCs/>
              <w:i/>
              <w:color w:val="2D3091"/>
              <w:sz w:val="16"/>
              <w:szCs w:val="16"/>
            </w:rPr>
            <w:br/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t>Strada Statale Padana Superiore, 24 -20065 INZAGO</w:t>
          </w:r>
          <w:r w:rsidRPr="00595A23">
            <w:rPr>
              <w:rFonts w:ascii="Calibri" w:hAnsi="Calibri" w:cs="Calibri"/>
              <w:b/>
              <w:bCs/>
              <w:color w:val="2D3091"/>
              <w:spacing w:val="30"/>
              <w:sz w:val="17"/>
              <w:szCs w:val="17"/>
            </w:rPr>
            <w:br/>
          </w: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Tel. 02.9549502 –Cod. Fisc.: 91517590153 – </w:t>
          </w:r>
          <w:proofErr w:type="spell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Cod.Univoco</w:t>
          </w:r>
          <w:proofErr w:type="spell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: UF43L0</w:t>
          </w:r>
        </w:p>
        <w:p w14:paraId="56374406" w14:textId="77777777" w:rsidR="007807B6" w:rsidRPr="00595A23" w:rsidRDefault="007807B6" w:rsidP="007807B6">
          <w:pPr>
            <w:jc w:val="center"/>
            <w:rPr>
              <w:rFonts w:ascii="Century Gothic" w:hAnsi="Century Gothic" w:cs="Calibri"/>
              <w:color w:val="323E4F"/>
              <w:sz w:val="16"/>
              <w:szCs w:val="16"/>
            </w:rPr>
          </w:pPr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Sede Coordinata Via E. Curiel, 4- 20056 TREZZO S/ A. - </w:t>
          </w:r>
          <w:proofErr w:type="gramStart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>Tel .</w:t>
          </w:r>
          <w:proofErr w:type="gramEnd"/>
          <w:r w:rsidRPr="00595A23">
            <w:rPr>
              <w:rFonts w:ascii="Century Gothic" w:hAnsi="Century Gothic" w:cs="Calibri"/>
              <w:color w:val="2D3091"/>
              <w:sz w:val="16"/>
              <w:szCs w:val="16"/>
            </w:rPr>
            <w:t xml:space="preserve"> 02.909011</w:t>
          </w:r>
          <w:r w:rsidRPr="00595A23">
            <w:rPr>
              <w:rFonts w:ascii="Century Gothic" w:hAnsi="Century Gothic" w:cs="Calibri"/>
              <w:color w:val="323E4F"/>
              <w:sz w:val="16"/>
              <w:szCs w:val="16"/>
            </w:rPr>
            <w:t>7</w:t>
          </w:r>
        </w:p>
        <w:p w14:paraId="2139724C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www.iisbellisario.edu.it - E-mail: </w:t>
          </w:r>
          <w:hyperlink r:id="rId2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miis061003@istruzione.it</w:t>
            </w:r>
          </w:hyperlink>
          <w:r w:rsidRPr="00595A23">
            <w:rPr>
              <w:rFonts w:ascii="Calibri" w:hAnsi="Calibri" w:cs="Calibri"/>
              <w:b/>
              <w:bCs/>
              <w:color w:val="2D3091"/>
              <w:sz w:val="16"/>
              <w:szCs w:val="16"/>
            </w:rPr>
            <w:t xml:space="preserve"> - </w:t>
          </w:r>
          <w:hyperlink r:id="rId3" w:history="1">
            <w:r w:rsidRPr="00595A23">
              <w:rPr>
                <w:rStyle w:val="Collegamentoipertestuale"/>
                <w:rFonts w:ascii="Calibri" w:hAnsi="Calibri" w:cs="Calibri"/>
                <w:b/>
                <w:bCs/>
                <w:color w:val="2D3091"/>
                <w:sz w:val="16"/>
                <w:szCs w:val="16"/>
              </w:rPr>
              <w:t>miis061003@pec.istruzione.it</w:t>
            </w:r>
          </w:hyperlink>
        </w:p>
      </w:tc>
      <w:tc>
        <w:tcPr>
          <w:tcW w:w="1850" w:type="dxa"/>
          <w:shd w:val="clear" w:color="auto" w:fill="auto"/>
          <w:vAlign w:val="bottom"/>
        </w:tcPr>
        <w:p w14:paraId="33E29877" w14:textId="77777777" w:rsidR="007807B6" w:rsidRPr="00CB04F9" w:rsidRDefault="007807B6" w:rsidP="007807B6">
          <w:pPr>
            <w:jc w:val="center"/>
            <w:rPr>
              <w:rFonts w:ascii="Cambria" w:hAnsi="Cambria" w:cs="Cambria"/>
            </w:rPr>
          </w:pPr>
          <w:r w:rsidRPr="00CB04F9">
            <w:rPr>
              <w:rFonts w:ascii="Cambria" w:hAnsi="Cambria" w:cs="Cambria"/>
              <w:noProof/>
              <w:lang w:bidi="ar-SA"/>
            </w:rPr>
            <w:drawing>
              <wp:inline distT="0" distB="0" distL="0" distR="0" wp14:anchorId="231E9240" wp14:editId="66DD6C67">
                <wp:extent cx="1174750" cy="996950"/>
                <wp:effectExtent l="0" t="0" r="6350" b="0"/>
                <wp:docPr id="3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3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F343308" w14:textId="77777777" w:rsidR="007807B6" w:rsidRDefault="007807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A3"/>
    <w:rsid w:val="002357BC"/>
    <w:rsid w:val="00247656"/>
    <w:rsid w:val="00263018"/>
    <w:rsid w:val="00357713"/>
    <w:rsid w:val="00374ADC"/>
    <w:rsid w:val="004869A9"/>
    <w:rsid w:val="004A521F"/>
    <w:rsid w:val="00513A95"/>
    <w:rsid w:val="005A1ADB"/>
    <w:rsid w:val="005C2F4D"/>
    <w:rsid w:val="005F30E6"/>
    <w:rsid w:val="006013EB"/>
    <w:rsid w:val="00651C4A"/>
    <w:rsid w:val="006608CB"/>
    <w:rsid w:val="006A19A8"/>
    <w:rsid w:val="007139A9"/>
    <w:rsid w:val="007807B6"/>
    <w:rsid w:val="007C0A03"/>
    <w:rsid w:val="00862249"/>
    <w:rsid w:val="008B2074"/>
    <w:rsid w:val="008D5CA9"/>
    <w:rsid w:val="008F7C8E"/>
    <w:rsid w:val="0090101A"/>
    <w:rsid w:val="0090211E"/>
    <w:rsid w:val="00915CD4"/>
    <w:rsid w:val="00952E59"/>
    <w:rsid w:val="0099589C"/>
    <w:rsid w:val="00A063A3"/>
    <w:rsid w:val="00A90570"/>
    <w:rsid w:val="00AD719F"/>
    <w:rsid w:val="00B31718"/>
    <w:rsid w:val="00B93C0D"/>
    <w:rsid w:val="00BA78F5"/>
    <w:rsid w:val="00BC4E77"/>
    <w:rsid w:val="00C349E2"/>
    <w:rsid w:val="00C655D9"/>
    <w:rsid w:val="00C66690"/>
    <w:rsid w:val="00CC51C8"/>
    <w:rsid w:val="00D550AA"/>
    <w:rsid w:val="00E357E7"/>
    <w:rsid w:val="00E755ED"/>
    <w:rsid w:val="00E82BED"/>
    <w:rsid w:val="00E95116"/>
    <w:rsid w:val="00F43F08"/>
    <w:rsid w:val="00F8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A1A5C"/>
  <w15:docId w15:val="{296F7A02-F0AD-4F76-8B64-57782C3E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07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7B6"/>
  </w:style>
  <w:style w:type="paragraph" w:styleId="Pidipagina">
    <w:name w:val="footer"/>
    <w:basedOn w:val="Normale"/>
    <w:link w:val="PidipaginaCarattere"/>
    <w:uiPriority w:val="99"/>
    <w:unhideWhenUsed/>
    <w:rsid w:val="007807B6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7B6"/>
  </w:style>
  <w:style w:type="character" w:styleId="Collegamentoipertestuale">
    <w:name w:val="Hyperlink"/>
    <w:uiPriority w:val="99"/>
    <w:unhideWhenUsed/>
    <w:rsid w:val="007807B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7807B6"/>
    <w:rPr>
      <w:rFonts w:ascii="Trebuchet MS" w:eastAsia="Trebuchet MS" w:hAnsi="Trebuchet MS" w:cs="Trebuchet MS"/>
      <w:b/>
      <w:bCs/>
      <w:sz w:val="32"/>
      <w:szCs w:val="3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07B6"/>
    <w:rPr>
      <w:rFonts w:ascii="Trebuchet MS" w:eastAsia="Trebuchet MS" w:hAnsi="Trebuchet MS" w:cs="Trebuchet MS"/>
      <w:b/>
      <w:bCs/>
      <w:sz w:val="32"/>
      <w:szCs w:val="3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7807B6"/>
    <w:pPr>
      <w:ind w:left="107"/>
    </w:pPr>
  </w:style>
  <w:style w:type="paragraph" w:customStyle="1" w:styleId="Default">
    <w:name w:val="Default"/>
    <w:rsid w:val="007807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15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3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3A3"/>
    <w:rPr>
      <w:rFonts w:ascii="Tahoma" w:eastAsia="Arial" w:hAnsi="Tahoma" w:cs="Tahoma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E755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s061003@pec.istruzione.it" TargetMode="External"/><Relationship Id="rId2" Type="http://schemas.openxmlformats.org/officeDocument/2006/relationships/hyperlink" Target="mailto:miis061003@istruzione.it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-commissioni\Downloads\MODELLO%20per%20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per Circolari.dotx</Template>
  <TotalTime>8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scuola bellisario</cp:lastModifiedBy>
  <cp:revision>4</cp:revision>
  <cp:lastPrinted>2023-05-18T07:24:00Z</cp:lastPrinted>
  <dcterms:created xsi:type="dcterms:W3CDTF">2023-07-09T21:38:00Z</dcterms:created>
  <dcterms:modified xsi:type="dcterms:W3CDTF">2023-07-09T21:48:00Z</dcterms:modified>
</cp:coreProperties>
</file>